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28" w:rsidRDefault="00313528" w:rsidP="008461E5">
      <w:pPr>
        <w:jc w:val="center"/>
        <w:rPr>
          <w:b/>
        </w:rPr>
      </w:pPr>
      <w:r>
        <w:rPr>
          <w:b/>
        </w:rPr>
        <w:t>Finding Probabilities of Compound Events</w:t>
      </w:r>
      <w:r w:rsidR="008461E5" w:rsidRPr="008461E5">
        <w:t xml:space="preserve"> </w:t>
      </w:r>
      <w:r w:rsidR="008461E5">
        <w:rPr>
          <w:noProof/>
        </w:rPr>
        <w:drawing>
          <wp:inline distT="0" distB="0" distL="0" distR="0">
            <wp:extent cx="3514725" cy="3083092"/>
            <wp:effectExtent l="0" t="0" r="0" b="3175"/>
            <wp:docPr id="2" name="Picture 2" descr="Image result for marbl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result for marbles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308309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461E5" w:rsidRDefault="008461E5" w:rsidP="00313528">
      <w:pPr>
        <w:rPr>
          <w:b/>
        </w:rPr>
      </w:pPr>
    </w:p>
    <w:p w:rsidR="00313528" w:rsidRPr="00313528" w:rsidRDefault="00313528" w:rsidP="00313528">
      <w:pPr>
        <w:rPr>
          <w:b/>
        </w:rPr>
      </w:pPr>
      <w:r>
        <w:rPr>
          <w:b/>
        </w:rPr>
        <w:t>Let’s Review:</w:t>
      </w:r>
    </w:p>
    <w:p w:rsidR="00313528" w:rsidRDefault="00313528" w:rsidP="00313528">
      <w:r>
        <w:t>A ______________________ experiment is an action, or trial through which specific results (counts, measurements, or responses) are obtained.</w:t>
      </w:r>
    </w:p>
    <w:p w:rsidR="00313528" w:rsidRDefault="00313528" w:rsidP="00313528">
      <w:r>
        <w:t xml:space="preserve">The result of a single trial in a probability experiment is </w:t>
      </w:r>
      <w:proofErr w:type="gramStart"/>
      <w:r>
        <w:t>an</w:t>
      </w:r>
      <w:proofErr w:type="gramEnd"/>
      <w:r>
        <w:t xml:space="preserve"> ________________.</w:t>
      </w:r>
    </w:p>
    <w:p w:rsidR="00313528" w:rsidRDefault="00313528" w:rsidP="00313528">
      <w:r>
        <w:t>The _____________________________ is the set of all possible outcomes of a probability experiment.</w:t>
      </w:r>
    </w:p>
    <w:p w:rsidR="00313528" w:rsidRDefault="00313528" w:rsidP="00313528">
      <w:proofErr w:type="gramStart"/>
      <w:r>
        <w:t>An</w:t>
      </w:r>
      <w:proofErr w:type="gramEnd"/>
      <w:r>
        <w:t xml:space="preserve"> ___________ is a subset of a sample space.</w:t>
      </w:r>
    </w:p>
    <w:p w:rsidR="00313528" w:rsidRDefault="00313528" w:rsidP="00313528">
      <w:r>
        <w:t>For example: A probability experiment consists of tossing a coin and rolling a six-sided die. Determine the number of outcomes and identify the sample space.</w:t>
      </w:r>
    </w:p>
    <w:p w:rsidR="00313528" w:rsidRDefault="00313528" w:rsidP="00313528"/>
    <w:p w:rsidR="00313528" w:rsidRDefault="00313528" w:rsidP="00313528">
      <w:pPr>
        <w:rPr>
          <w:noProof/>
        </w:rPr>
      </w:pPr>
    </w:p>
    <w:p w:rsidR="006224EE" w:rsidRDefault="006224EE" w:rsidP="00313528">
      <w:pPr>
        <w:rPr>
          <w:noProof/>
        </w:rPr>
      </w:pPr>
    </w:p>
    <w:p w:rsidR="006224EE" w:rsidRDefault="006224EE" w:rsidP="00313528">
      <w:pPr>
        <w:rPr>
          <w:noProof/>
        </w:rPr>
      </w:pPr>
    </w:p>
    <w:p w:rsidR="006224EE" w:rsidRDefault="006224EE" w:rsidP="00313528">
      <w:pPr>
        <w:rPr>
          <w:noProof/>
        </w:rPr>
      </w:pPr>
    </w:p>
    <w:p w:rsidR="006224EE" w:rsidRDefault="006224EE" w:rsidP="00313528">
      <w:pPr>
        <w:rPr>
          <w:noProof/>
        </w:rPr>
      </w:pPr>
    </w:p>
    <w:p w:rsidR="006224EE" w:rsidRDefault="006224EE" w:rsidP="00313528">
      <w:pPr>
        <w:rPr>
          <w:noProof/>
        </w:rPr>
      </w:pPr>
    </w:p>
    <w:p w:rsidR="00642BA4" w:rsidRDefault="00642BA4" w:rsidP="00313528">
      <w:pPr>
        <w:rPr>
          <w:noProof/>
        </w:rPr>
      </w:pPr>
    </w:p>
    <w:p w:rsidR="006224EE" w:rsidRPr="00642BA4" w:rsidRDefault="006224EE" w:rsidP="00313528">
      <w:pPr>
        <w:rPr>
          <w:b/>
          <w:noProof/>
          <w:u w:val="single"/>
        </w:rPr>
      </w:pPr>
      <w:r w:rsidRPr="00642BA4">
        <w:rPr>
          <w:b/>
          <w:noProof/>
          <w:u w:val="single"/>
        </w:rPr>
        <w:lastRenderedPageBreak/>
        <w:t>Group Work</w:t>
      </w:r>
    </w:p>
    <w:p w:rsidR="006224EE" w:rsidRDefault="006224EE" w:rsidP="00313528">
      <w:pPr>
        <w:rPr>
          <w:noProof/>
        </w:rPr>
      </w:pPr>
      <w:r>
        <w:rPr>
          <w:noProof/>
        </w:rPr>
        <w:t>Please read each question carefully. You will need to draw a tree diagram, list the sample space and answer the probabilities for each question.</w:t>
      </w:r>
    </w:p>
    <w:p w:rsidR="006224EE" w:rsidRPr="008461E5" w:rsidRDefault="006224EE" w:rsidP="00313528">
      <w:pPr>
        <w:rPr>
          <w:noProof/>
          <w:u w:val="single"/>
        </w:rPr>
      </w:pPr>
      <w:r w:rsidRPr="008461E5">
        <w:rPr>
          <w:noProof/>
          <w:u w:val="single"/>
        </w:rPr>
        <w:t>Question #1</w:t>
      </w:r>
    </w:p>
    <w:p w:rsidR="006224EE" w:rsidRPr="006224EE" w:rsidRDefault="006224EE" w:rsidP="006224EE">
      <w:r w:rsidRPr="006224EE">
        <w:t>Two marbles are selected without replacement from a bag that contains one red, one blue, one green and one orange marble.</w:t>
      </w:r>
    </w:p>
    <w:p w:rsidR="006224EE" w:rsidRPr="006224EE" w:rsidRDefault="006224EE" w:rsidP="006224EE">
      <w:pPr>
        <w:numPr>
          <w:ilvl w:val="0"/>
          <w:numId w:val="2"/>
        </w:numPr>
      </w:pPr>
      <w:r w:rsidRPr="006224EE">
        <w:t>Use the counting principle to determine the number of points in the sample space.</w:t>
      </w:r>
    </w:p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>
      <w:pPr>
        <w:numPr>
          <w:ilvl w:val="0"/>
          <w:numId w:val="2"/>
        </w:numPr>
      </w:pPr>
      <w:r w:rsidRPr="006224EE">
        <w:t>Construct a tree diagram and list the sample space.</w:t>
      </w:r>
    </w:p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>
      <w:pPr>
        <w:numPr>
          <w:ilvl w:val="0"/>
          <w:numId w:val="2"/>
        </w:numPr>
      </w:pPr>
      <w:r w:rsidRPr="006224EE">
        <w:t>Determine the probability that one orange marble is selected.</w:t>
      </w:r>
    </w:p>
    <w:p w:rsidR="006224EE" w:rsidRDefault="006224EE" w:rsidP="006224EE"/>
    <w:p w:rsidR="0091083D" w:rsidRPr="006224EE" w:rsidRDefault="0091083D" w:rsidP="006224EE"/>
    <w:p w:rsidR="006224EE" w:rsidRPr="006224EE" w:rsidRDefault="006224EE" w:rsidP="006224EE"/>
    <w:p w:rsidR="006224EE" w:rsidRDefault="006224EE" w:rsidP="006224EE">
      <w:pPr>
        <w:numPr>
          <w:ilvl w:val="0"/>
          <w:numId w:val="2"/>
        </w:numPr>
      </w:pPr>
      <w:r w:rsidRPr="006224EE">
        <w:t>Determine the probability that a green marble followed by a red marble is selected.</w:t>
      </w:r>
    </w:p>
    <w:p w:rsidR="0091083D" w:rsidRDefault="0091083D" w:rsidP="0091083D"/>
    <w:p w:rsidR="0091083D" w:rsidRDefault="0091083D" w:rsidP="0091083D"/>
    <w:p w:rsidR="0091083D" w:rsidRDefault="0091083D" w:rsidP="0091083D"/>
    <w:p w:rsidR="006224EE" w:rsidRPr="006224EE" w:rsidRDefault="006224EE" w:rsidP="006224EE">
      <w:pPr>
        <w:numPr>
          <w:ilvl w:val="0"/>
          <w:numId w:val="2"/>
        </w:numPr>
      </w:pPr>
      <w:r>
        <w:t>Determine the probability that a blue and orange marble are selected.</w:t>
      </w:r>
    </w:p>
    <w:p w:rsidR="006224EE" w:rsidRPr="006224EE" w:rsidRDefault="006224EE" w:rsidP="006224EE"/>
    <w:p w:rsidR="006224EE" w:rsidRPr="006224EE" w:rsidRDefault="006224EE" w:rsidP="006224EE"/>
    <w:p w:rsidR="006224EE" w:rsidRPr="008461E5" w:rsidRDefault="006224EE" w:rsidP="006224EE">
      <w:pPr>
        <w:rPr>
          <w:u w:val="single"/>
        </w:rPr>
      </w:pPr>
      <w:r w:rsidRPr="008461E5">
        <w:rPr>
          <w:u w:val="single"/>
        </w:rPr>
        <w:lastRenderedPageBreak/>
        <w:t>Question #2</w:t>
      </w:r>
    </w:p>
    <w:p w:rsidR="006224EE" w:rsidRPr="006224EE" w:rsidRDefault="006224EE" w:rsidP="006224EE">
      <w:r w:rsidRPr="006224EE">
        <w:t>At a restaurant, each lunch special consists of a sandwich, beverage and a dessert. The sandwich choices are ham</w:t>
      </w:r>
      <w:r>
        <w:t xml:space="preserve"> (H)</w:t>
      </w:r>
      <w:r w:rsidRPr="006224EE">
        <w:t xml:space="preserve"> and roast beef</w:t>
      </w:r>
      <w:r>
        <w:t xml:space="preserve"> (R)</w:t>
      </w:r>
      <w:r w:rsidRPr="006224EE">
        <w:t>. The beverages choices are soda</w:t>
      </w:r>
      <w:r>
        <w:t xml:space="preserve"> (S)</w:t>
      </w:r>
      <w:r w:rsidRPr="006224EE">
        <w:t>, tea</w:t>
      </w:r>
      <w:r>
        <w:t xml:space="preserve"> (T)</w:t>
      </w:r>
      <w:r w:rsidRPr="006224EE">
        <w:t xml:space="preserve"> or lemonade</w:t>
      </w:r>
      <w:r>
        <w:t xml:space="preserve"> (L)</w:t>
      </w:r>
      <w:r w:rsidRPr="006224EE">
        <w:t xml:space="preserve"> and the desserts are a pie</w:t>
      </w:r>
      <w:r>
        <w:t xml:space="preserve"> (P) </w:t>
      </w:r>
      <w:r w:rsidRPr="006224EE">
        <w:t>or brownie</w:t>
      </w:r>
      <w:r>
        <w:t xml:space="preserve"> (B)</w:t>
      </w:r>
      <w:r w:rsidRPr="006224EE">
        <w:t>.</w:t>
      </w:r>
    </w:p>
    <w:p w:rsidR="006224EE" w:rsidRPr="006224EE" w:rsidRDefault="006224EE" w:rsidP="006224EE">
      <w:pPr>
        <w:numPr>
          <w:ilvl w:val="0"/>
          <w:numId w:val="3"/>
        </w:numPr>
      </w:pPr>
      <w:r w:rsidRPr="006224EE">
        <w:t>Use the counting principle to determine the number of different lunch specials offered by the restaurant.</w:t>
      </w:r>
    </w:p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>
      <w:pPr>
        <w:numPr>
          <w:ilvl w:val="0"/>
          <w:numId w:val="3"/>
        </w:numPr>
      </w:pPr>
      <w:r w:rsidRPr="006224EE">
        <w:t>Construct a tree diagram and list the sample space.</w:t>
      </w:r>
    </w:p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>
      <w:pPr>
        <w:numPr>
          <w:ilvl w:val="0"/>
          <w:numId w:val="3"/>
        </w:numPr>
      </w:pPr>
      <w:r w:rsidRPr="006224EE">
        <w:t>If a customer randomly selects one of the lunch specials, determine the probability that both a ham sandwich and brownie are selected.</w:t>
      </w:r>
    </w:p>
    <w:p w:rsidR="006224EE" w:rsidRPr="006224EE" w:rsidRDefault="006224EE" w:rsidP="006224EE"/>
    <w:p w:rsidR="006224EE" w:rsidRDefault="006224EE" w:rsidP="006224EE"/>
    <w:p w:rsidR="006224EE" w:rsidRPr="006224EE" w:rsidRDefault="006224EE" w:rsidP="006224EE"/>
    <w:p w:rsidR="006224EE" w:rsidRDefault="006224EE" w:rsidP="006224EE">
      <w:pPr>
        <w:numPr>
          <w:ilvl w:val="0"/>
          <w:numId w:val="3"/>
        </w:numPr>
      </w:pPr>
      <w:proofErr w:type="gramStart"/>
      <w:r w:rsidRPr="006224EE">
        <w:t>If</w:t>
      </w:r>
      <w:proofErr w:type="gramEnd"/>
      <w:r w:rsidRPr="006224EE">
        <w:t xml:space="preserve"> a customer randomly selects on</w:t>
      </w:r>
      <w:r>
        <w:t>e</w:t>
      </w:r>
      <w:r w:rsidRPr="006224EE">
        <w:t xml:space="preserve"> of the lunch specials, determine the probability the </w:t>
      </w:r>
      <w:r>
        <w:t>neither tea nor pie is selected.</w:t>
      </w:r>
    </w:p>
    <w:p w:rsidR="006224EE" w:rsidRDefault="006224EE" w:rsidP="006224EE"/>
    <w:p w:rsidR="006224EE" w:rsidRDefault="006224EE" w:rsidP="006224EE"/>
    <w:p w:rsidR="006224EE" w:rsidRDefault="006224EE" w:rsidP="006224EE"/>
    <w:p w:rsidR="006224EE" w:rsidRDefault="006224EE" w:rsidP="006224EE">
      <w:pPr>
        <w:numPr>
          <w:ilvl w:val="0"/>
          <w:numId w:val="3"/>
        </w:numPr>
      </w:pPr>
      <w:r>
        <w:t>If a customer randomly selects one of the lunch specials, determine the probability that the person chooses pie as their dessert.</w:t>
      </w:r>
    </w:p>
    <w:p w:rsidR="0091083D" w:rsidRDefault="0091083D" w:rsidP="006224EE">
      <w:pPr>
        <w:ind w:left="360"/>
      </w:pPr>
    </w:p>
    <w:p w:rsidR="006224EE" w:rsidRPr="0091083D" w:rsidRDefault="008461E5" w:rsidP="006224EE">
      <w:pPr>
        <w:ind w:left="360"/>
        <w:rPr>
          <w:u w:val="single"/>
        </w:rPr>
      </w:pPr>
      <w:r w:rsidRPr="0091083D">
        <w:rPr>
          <w:u w:val="single"/>
        </w:rPr>
        <w:lastRenderedPageBreak/>
        <w:t>Question #3</w:t>
      </w:r>
      <w:r w:rsidR="006224EE" w:rsidRPr="0091083D">
        <w:rPr>
          <w:u w:val="single"/>
        </w:rPr>
        <w:t xml:space="preserve"> </w:t>
      </w:r>
    </w:p>
    <w:p w:rsidR="006224EE" w:rsidRPr="006224EE" w:rsidRDefault="006224EE" w:rsidP="006224EE">
      <w:pPr>
        <w:ind w:left="360"/>
      </w:pPr>
      <w:r w:rsidRPr="006224EE">
        <w:t>A hat contains four marbles: 1 yellow, 1 blue, 1 green and 1 purple. Two marbles are selected at random with replacement.</w:t>
      </w:r>
    </w:p>
    <w:p w:rsidR="006224EE" w:rsidRPr="006224EE" w:rsidRDefault="006224EE" w:rsidP="006224EE">
      <w:pPr>
        <w:numPr>
          <w:ilvl w:val="0"/>
          <w:numId w:val="5"/>
        </w:numPr>
      </w:pPr>
      <w:r w:rsidRPr="006224EE">
        <w:t>Determine the number of points in the sample space.</w:t>
      </w:r>
    </w:p>
    <w:p w:rsidR="006224EE" w:rsidRPr="006224EE" w:rsidRDefault="006224EE" w:rsidP="006224EE"/>
    <w:p w:rsidR="006224EE" w:rsidRPr="006224EE" w:rsidRDefault="006224EE" w:rsidP="006224EE">
      <w:pPr>
        <w:numPr>
          <w:ilvl w:val="0"/>
          <w:numId w:val="5"/>
        </w:numPr>
      </w:pPr>
      <w:r w:rsidRPr="006224EE">
        <w:t>Construct a tree diagram and list the sample space.</w:t>
      </w:r>
    </w:p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Default="006224EE" w:rsidP="006224EE"/>
    <w:p w:rsidR="006224EE" w:rsidRDefault="006224EE" w:rsidP="006224EE"/>
    <w:p w:rsid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/>
    <w:p w:rsidR="006224EE" w:rsidRPr="006224EE" w:rsidRDefault="006224EE" w:rsidP="006224EE">
      <w:pPr>
        <w:numPr>
          <w:ilvl w:val="0"/>
          <w:numId w:val="5"/>
        </w:numPr>
      </w:pPr>
      <w:r w:rsidRPr="006224EE">
        <w:t>Determine the probability of selecting exactly one purple marble.</w:t>
      </w:r>
    </w:p>
    <w:p w:rsidR="006224EE" w:rsidRPr="006224EE" w:rsidRDefault="006224EE" w:rsidP="006224EE"/>
    <w:p w:rsidR="006224EE" w:rsidRDefault="006224EE" w:rsidP="006224EE"/>
    <w:p w:rsidR="0091083D" w:rsidRPr="006224EE" w:rsidRDefault="0091083D" w:rsidP="006224EE"/>
    <w:p w:rsidR="006224EE" w:rsidRPr="006224EE" w:rsidRDefault="006224EE" w:rsidP="006224EE">
      <w:pPr>
        <w:numPr>
          <w:ilvl w:val="0"/>
          <w:numId w:val="5"/>
        </w:numPr>
      </w:pPr>
      <w:r w:rsidRPr="006224EE">
        <w:t>Determine the probability of selecting at least 1 marble that is not purple.</w:t>
      </w:r>
    </w:p>
    <w:p w:rsidR="006224EE" w:rsidRDefault="006224EE" w:rsidP="006224EE"/>
    <w:p w:rsidR="0091083D" w:rsidRPr="006224EE" w:rsidRDefault="0091083D" w:rsidP="006224EE"/>
    <w:p w:rsidR="006224EE" w:rsidRPr="006224EE" w:rsidRDefault="006224EE" w:rsidP="006224EE"/>
    <w:p w:rsidR="006224EE" w:rsidRPr="006224EE" w:rsidRDefault="006224EE" w:rsidP="006224EE">
      <w:pPr>
        <w:numPr>
          <w:ilvl w:val="0"/>
          <w:numId w:val="5"/>
        </w:numPr>
      </w:pPr>
      <w:r w:rsidRPr="006224EE">
        <w:t>Determine the probability of selecting no green marbles.</w:t>
      </w:r>
    </w:p>
    <w:p w:rsidR="006224EE" w:rsidRDefault="006224EE" w:rsidP="00313528"/>
    <w:p w:rsidR="00313528" w:rsidRDefault="00313528" w:rsidP="00313528"/>
    <w:p w:rsidR="00313528" w:rsidRDefault="00313528" w:rsidP="00313528"/>
    <w:p w:rsidR="00313528" w:rsidRDefault="00313528" w:rsidP="00313528"/>
    <w:p w:rsidR="00313528" w:rsidRPr="008461E5" w:rsidRDefault="008461E5" w:rsidP="00313528">
      <w:pPr>
        <w:rPr>
          <w:u w:val="single"/>
        </w:rPr>
      </w:pPr>
      <w:bookmarkStart w:id="0" w:name="_GoBack"/>
      <w:bookmarkEnd w:id="0"/>
      <w:r w:rsidRPr="008461E5">
        <w:rPr>
          <w:u w:val="single"/>
        </w:rPr>
        <w:lastRenderedPageBreak/>
        <w:t>Question #4</w:t>
      </w:r>
    </w:p>
    <w:p w:rsidR="006224EE" w:rsidRDefault="006224EE" w:rsidP="00313528">
      <w:r>
        <w:t>Now that you have completed all of the question</w:t>
      </w:r>
      <w:r w:rsidR="008461E5">
        <w:t>s, look back at Question 1 and 3</w:t>
      </w:r>
      <w:r>
        <w:t>, what differences do you see in these questions? How are their tree diagrams affected by this difference?</w:t>
      </w:r>
    </w:p>
    <w:p w:rsidR="006224EE" w:rsidRDefault="006224EE" w:rsidP="00313528"/>
    <w:p w:rsidR="006224EE" w:rsidRDefault="006224EE" w:rsidP="00313528"/>
    <w:p w:rsidR="006224EE" w:rsidRDefault="006224EE" w:rsidP="00313528"/>
    <w:p w:rsidR="006224EE" w:rsidRDefault="006224EE" w:rsidP="00313528"/>
    <w:p w:rsidR="006224EE" w:rsidRDefault="006224EE" w:rsidP="00313528"/>
    <w:p w:rsidR="006224EE" w:rsidRDefault="006224EE" w:rsidP="00313528"/>
    <w:p w:rsidR="006224EE" w:rsidRPr="008461E5" w:rsidRDefault="008461E5" w:rsidP="00313528">
      <w:pPr>
        <w:rPr>
          <w:u w:val="single"/>
        </w:rPr>
      </w:pPr>
      <w:r w:rsidRPr="008461E5">
        <w:rPr>
          <w:u w:val="single"/>
        </w:rPr>
        <w:t>Question #5</w:t>
      </w:r>
    </w:p>
    <w:p w:rsidR="006224EE" w:rsidRDefault="006224EE" w:rsidP="00313528">
      <w:r>
        <w:t>What do you think are the benefits of drawing tree diagrams? What do you think some of the disadvantages could be to drawing tree diagrams?</w:t>
      </w:r>
    </w:p>
    <w:p w:rsidR="00313528" w:rsidRDefault="00313528" w:rsidP="00313528"/>
    <w:p w:rsidR="00313528" w:rsidRDefault="00313528" w:rsidP="00313528"/>
    <w:p w:rsidR="00313528" w:rsidRDefault="00313528" w:rsidP="00313528"/>
    <w:p w:rsidR="00313528" w:rsidRDefault="00313528" w:rsidP="00313528"/>
    <w:p w:rsidR="00313528" w:rsidRDefault="00313528" w:rsidP="00313528"/>
    <w:p w:rsidR="00DB5C46" w:rsidRDefault="0091083D"/>
    <w:sectPr w:rsidR="00DB5C4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06C80"/>
    <w:multiLevelType w:val="hybridMultilevel"/>
    <w:tmpl w:val="EC7E586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22118A"/>
    <w:multiLevelType w:val="hybridMultilevel"/>
    <w:tmpl w:val="D9A651F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31612F"/>
    <w:multiLevelType w:val="hybridMultilevel"/>
    <w:tmpl w:val="5382365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5A37737"/>
    <w:multiLevelType w:val="hybridMultilevel"/>
    <w:tmpl w:val="0EDC6F38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CA3122"/>
    <w:multiLevelType w:val="hybridMultilevel"/>
    <w:tmpl w:val="9EEAFFAE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4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3528"/>
    <w:rsid w:val="00135151"/>
    <w:rsid w:val="002F4C03"/>
    <w:rsid w:val="00313528"/>
    <w:rsid w:val="004B3237"/>
    <w:rsid w:val="00542344"/>
    <w:rsid w:val="00580E69"/>
    <w:rsid w:val="006224EE"/>
    <w:rsid w:val="00642BA4"/>
    <w:rsid w:val="00842078"/>
    <w:rsid w:val="008461E5"/>
    <w:rsid w:val="0091083D"/>
    <w:rsid w:val="009408DF"/>
    <w:rsid w:val="00B427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528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52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3528"/>
    <w:pPr>
      <w:ind w:left="720"/>
      <w:contextualSpacing/>
    </w:pPr>
    <w:rPr>
      <w:rFonts w:asciiTheme="minorHAnsi" w:hAnsiTheme="minorHAnsi" w:cstheme="minorBidi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135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1352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29D28EDF</Template>
  <TotalTime>3</TotalTime>
  <Pages>5</Pages>
  <Words>431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Glendale Community College</Company>
  <LinksUpToDate>false</LinksUpToDate>
  <CharactersWithSpaces>2883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Ashley E Nicoloff</dc:creator>
  <cp:lastModifiedBy>Ashley E Nicoloff</cp:lastModifiedBy>
  <cp:revision>3</cp:revision>
  <cp:lastPrinted>2016-11-04T19:53:00Z</cp:lastPrinted>
  <dcterms:created xsi:type="dcterms:W3CDTF">2016-11-04T19:50:00Z</dcterms:created>
  <dcterms:modified xsi:type="dcterms:W3CDTF">2016-11-04T20:29:00Z</dcterms:modified>
</cp:coreProperties>
</file>