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46" w:rsidRPr="00A41032" w:rsidRDefault="00A36AA1" w:rsidP="00A36AA1">
      <w:pPr>
        <w:jc w:val="center"/>
        <w:rPr>
          <w:b/>
          <w:sz w:val="32"/>
        </w:rPr>
      </w:pPr>
      <w:r w:rsidRPr="00A41032">
        <w:rPr>
          <w:b/>
          <w:sz w:val="32"/>
        </w:rPr>
        <w:t>Understanding probability using a deck of cards</w:t>
      </w:r>
    </w:p>
    <w:p w:rsidR="00F12F24" w:rsidRDefault="00F12F24">
      <w:r>
        <w:t>Below are all the cards in a standard deck of cards. There are four suites: clubs, diamonds, hearts and spades.</w:t>
      </w:r>
    </w:p>
    <w:p w:rsidR="00F12F24" w:rsidRDefault="00F12F24">
      <w:r>
        <w:rPr>
          <w:noProof/>
        </w:rPr>
        <w:drawing>
          <wp:inline distT="0" distB="0" distL="0" distR="0">
            <wp:extent cx="5715000" cy="2733675"/>
            <wp:effectExtent l="0" t="0" r="0" b="9525"/>
            <wp:docPr id="1" name="Picture 1" descr="Image result for standard deck of 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andard deck of card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24" w:rsidRDefault="00F12F24" w:rsidP="00A36AA1">
      <w:pPr>
        <w:spacing w:line="360" w:lineRule="auto"/>
      </w:pPr>
      <w:r>
        <w:t>Let’s answer some questions based on the cards that we see.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cards are in a standard deck of cards? ____________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red cards are there in a standard deck of cards?</w:t>
      </w:r>
      <w:r w:rsidR="00A36AA1">
        <w:t xml:space="preserve"> _____________</w:t>
      </w:r>
    </w:p>
    <w:p w:rsidR="00F12F24" w:rsidRDefault="00F12F24" w:rsidP="00A36AA1">
      <w:pPr>
        <w:pStyle w:val="ListParagraph"/>
        <w:numPr>
          <w:ilvl w:val="0"/>
          <w:numId w:val="1"/>
        </w:numPr>
        <w:spacing w:after="120" w:line="360" w:lineRule="auto"/>
      </w:pPr>
      <w:r>
        <w:t>How many black cards are in the standard deck of cards?</w:t>
      </w:r>
      <w:r w:rsidR="00A36AA1">
        <w:t xml:space="preserve"> ______________</w:t>
      </w:r>
    </w:p>
    <w:p w:rsidR="00F12F24" w:rsidRDefault="00F12F24" w:rsidP="00F12F24">
      <w:pPr>
        <w:pStyle w:val="ListParagraph"/>
        <w:numPr>
          <w:ilvl w:val="0"/>
          <w:numId w:val="1"/>
        </w:numPr>
        <w:spacing w:after="120" w:line="360" w:lineRule="auto"/>
      </w:pPr>
      <w:r>
        <w:t>How many cards are in each suite?</w:t>
      </w:r>
      <w:r w:rsidR="00A36AA1">
        <w:t xml:space="preserve"> _______________</w:t>
      </w:r>
    </w:p>
    <w:p w:rsidR="00F12F24" w:rsidRDefault="00F12F24" w:rsidP="00F12F24">
      <w:r>
        <w:t xml:space="preserve">Okay, now that we have identified the cards in our standard deck, let’s look at some probability of choosing </w:t>
      </w:r>
      <w:r w:rsidR="00A36AA1">
        <w:t>specific</w:t>
      </w:r>
      <w:r>
        <w:t xml:space="preserve"> cards.</w:t>
      </w:r>
    </w:p>
    <w:p w:rsidR="00F12F24" w:rsidRDefault="00F12F24" w:rsidP="00F12F24">
      <w:r>
        <w:t xml:space="preserve">Theoretical probability can be represented </w:t>
      </w:r>
      <w:proofErr w:type="gramStart"/>
      <w:r>
        <w:t xml:space="preserve">as </w:t>
      </w:r>
      <w:r w:rsidRPr="00F12F24">
        <w:rPr>
          <w:position w:val="-28"/>
        </w:rPr>
        <w:object w:dxaOrig="4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pt;height:33pt" o:ole="">
            <v:imagedata r:id="rId7" o:title=""/>
          </v:shape>
          <o:OLEObject Type="Embed" ProgID="Equation.DSMT4" ShapeID="_x0000_i1025" DrawAspect="Content" ObjectID="_1549283524" r:id="rId8"/>
        </w:object>
      </w:r>
      <w:r>
        <w:t xml:space="preserve"> .</w:t>
      </w:r>
    </w:p>
    <w:p w:rsidR="00F12F24" w:rsidRDefault="00F12F24" w:rsidP="00F12F24">
      <w:r>
        <w:t>In our case, the total number of possible outcomes for a standard deck of cards would be the total number of c</w:t>
      </w:r>
      <w:r w:rsidR="00A41032">
        <w:t>ards in our deck or ___________.</w:t>
      </w:r>
    </w:p>
    <w:p w:rsidR="00F12F24" w:rsidRDefault="00F12F24" w:rsidP="00F12F24">
      <w:r>
        <w:t>The probability of selecting a king would be</w:t>
      </w:r>
    </w:p>
    <w:p w:rsidR="002B7638" w:rsidRDefault="00F12F24" w:rsidP="00F12F24">
      <w:r>
        <w:t xml:space="preserve"> </w:t>
      </w:r>
      <w:r w:rsidR="00A36AA1" w:rsidRPr="00A36AA1">
        <w:rPr>
          <w:position w:val="-54"/>
        </w:rPr>
        <w:object w:dxaOrig="1640" w:dyaOrig="1579">
          <v:shape id="_x0000_i1026" type="#_x0000_t75" style="width:81.75pt;height:78.75pt" o:ole="">
            <v:imagedata r:id="rId9" o:title=""/>
          </v:shape>
          <o:OLEObject Type="Embed" ProgID="Equation.DSMT4" ShapeID="_x0000_i1026" DrawAspect="Content" ObjectID="_1549283525" r:id="rId10"/>
        </w:object>
      </w:r>
      <w:r>
        <w:t xml:space="preserve">  </w:t>
      </w:r>
      <w:bookmarkStart w:id="0" w:name="_GoBack"/>
      <w:bookmarkEnd w:id="0"/>
    </w:p>
    <w:p w:rsidR="002B7638" w:rsidRDefault="002B7638" w:rsidP="002B7638">
      <w:r>
        <w:lastRenderedPageBreak/>
        <w:t>Now you find the probability of:</w:t>
      </w:r>
    </w:p>
    <w:p w:rsidR="00F12F24" w:rsidRDefault="00F12F24" w:rsidP="00F12F24">
      <w:pPr>
        <w:pStyle w:val="ListParagraph"/>
        <w:numPr>
          <w:ilvl w:val="0"/>
          <w:numId w:val="1"/>
        </w:numPr>
      </w:pPr>
      <w:r>
        <w:t xml:space="preserve">Find the probability of selecting </w:t>
      </w:r>
      <w:r w:rsidR="00A36AA1">
        <w:t>a four.</w:t>
      </w:r>
    </w:p>
    <w:p w:rsidR="00A36AA1" w:rsidRDefault="00A36AA1" w:rsidP="00A36AA1"/>
    <w:p w:rsidR="00A36AA1" w:rsidRDefault="00A36AA1" w:rsidP="00A36AA1"/>
    <w:p w:rsidR="002B7638" w:rsidRDefault="002B7638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diamond.</w:t>
      </w:r>
    </w:p>
    <w:p w:rsidR="00A36AA1" w:rsidRDefault="00A36AA1" w:rsidP="00A36AA1"/>
    <w:p w:rsidR="002B7638" w:rsidRDefault="002B7638" w:rsidP="00A36AA1"/>
    <w:p w:rsidR="00A36AA1" w:rsidRDefault="00A36AA1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seven.</w:t>
      </w:r>
    </w:p>
    <w:p w:rsidR="00A36AA1" w:rsidRDefault="00A36AA1" w:rsidP="00A36AA1"/>
    <w:p w:rsidR="00A36AA1" w:rsidRDefault="00A36AA1" w:rsidP="00A36AA1"/>
    <w:p w:rsidR="002B7638" w:rsidRDefault="002B7638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green card.</w:t>
      </w:r>
    </w:p>
    <w:p w:rsidR="00A36AA1" w:rsidRDefault="00A36AA1" w:rsidP="00A36AA1"/>
    <w:p w:rsidR="00A36AA1" w:rsidRDefault="00A36AA1" w:rsidP="00A36AA1"/>
    <w:p w:rsidR="002B7638" w:rsidRDefault="002B7638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queen.</w:t>
      </w:r>
    </w:p>
    <w:p w:rsidR="00A36AA1" w:rsidRDefault="00A36AA1" w:rsidP="00A36AA1"/>
    <w:p w:rsidR="002B7638" w:rsidRDefault="002B7638" w:rsidP="00A36AA1"/>
    <w:p w:rsidR="00A36AA1" w:rsidRDefault="00A36AA1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card that is not a queen.</w:t>
      </w:r>
    </w:p>
    <w:p w:rsidR="00A36AA1" w:rsidRDefault="00A36AA1" w:rsidP="00A36AA1"/>
    <w:p w:rsidR="002B7638" w:rsidRDefault="002B7638" w:rsidP="00A36AA1"/>
    <w:p w:rsidR="00A36AA1" w:rsidRDefault="00A36AA1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Take the answers you found in question 9 and 10 and add them together. What do you end up with? Why do you think you got this answer?</w:t>
      </w:r>
    </w:p>
    <w:p w:rsidR="00A36AA1" w:rsidRDefault="00A36AA1" w:rsidP="00A36AA1"/>
    <w:p w:rsidR="00A36AA1" w:rsidRDefault="00A36AA1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lastRenderedPageBreak/>
        <w:t xml:space="preserve"> Find the probability of selecting a club.</w:t>
      </w:r>
    </w:p>
    <w:p w:rsidR="00A36AA1" w:rsidRDefault="00A36AA1" w:rsidP="00A36AA1"/>
    <w:p w:rsidR="00A36AA1" w:rsidRDefault="00A36AA1" w:rsidP="00A36AA1"/>
    <w:p w:rsidR="002B7638" w:rsidRDefault="002B7638" w:rsidP="00A36AA1"/>
    <w:p w:rsidR="00A36AA1" w:rsidRDefault="00A36AA1" w:rsidP="00F12F24">
      <w:pPr>
        <w:pStyle w:val="ListParagraph"/>
        <w:numPr>
          <w:ilvl w:val="0"/>
          <w:numId w:val="1"/>
        </w:numPr>
      </w:pPr>
      <w:r>
        <w:t>Find the probability of selecting a card that is not a club?</w:t>
      </w:r>
    </w:p>
    <w:p w:rsidR="00A36AA1" w:rsidRDefault="00A36AA1" w:rsidP="00A36AA1"/>
    <w:p w:rsidR="002B7638" w:rsidRDefault="002B7638" w:rsidP="00A36AA1"/>
    <w:p w:rsidR="00A36AA1" w:rsidRDefault="00A36AA1" w:rsidP="00A36AA1">
      <w:pPr>
        <w:pStyle w:val="ListParagraph"/>
        <w:numPr>
          <w:ilvl w:val="0"/>
          <w:numId w:val="1"/>
        </w:numPr>
      </w:pPr>
      <w:r>
        <w:t xml:space="preserve">Add the answers you found in 12 and 13. Does it equal the same number you found in question 11?  </w:t>
      </w:r>
    </w:p>
    <w:p w:rsidR="002B7638" w:rsidRDefault="002B7638" w:rsidP="002B7638"/>
    <w:p w:rsidR="002B7638" w:rsidRDefault="002B7638" w:rsidP="002B7638"/>
    <w:p w:rsidR="002B7638" w:rsidRDefault="002B7638" w:rsidP="002B7638"/>
    <w:p w:rsidR="002B7638" w:rsidRDefault="002B7638" w:rsidP="002B7638"/>
    <w:p w:rsidR="00A36AA1" w:rsidRDefault="00A36AA1" w:rsidP="00A36AA1">
      <w:pPr>
        <w:pStyle w:val="ListParagraph"/>
        <w:numPr>
          <w:ilvl w:val="0"/>
          <w:numId w:val="1"/>
        </w:numPr>
      </w:pPr>
      <w:r>
        <w:t xml:space="preserve"> What do you think are the lowest and highest possibilities of probabilities based on your answer from questions 5-14? Can you explain why?</w:t>
      </w:r>
    </w:p>
    <w:p w:rsidR="00A36AA1" w:rsidRDefault="00A36AA1" w:rsidP="00A36AA1">
      <w:pPr>
        <w:pStyle w:val="ListParagraph"/>
      </w:pPr>
    </w:p>
    <w:p w:rsidR="00A36AA1" w:rsidRDefault="00A36AA1" w:rsidP="00A36AA1"/>
    <w:p w:rsidR="00A36AA1" w:rsidRDefault="00A36AA1" w:rsidP="00A36AA1"/>
    <w:p w:rsidR="00A36AA1" w:rsidRDefault="00A36AA1" w:rsidP="00A36AA1"/>
    <w:p w:rsidR="00A36AA1" w:rsidRDefault="00A36AA1" w:rsidP="00A36AA1"/>
    <w:p w:rsidR="00A36AA1" w:rsidRDefault="00A36AA1" w:rsidP="00A36AA1"/>
    <w:p w:rsidR="00A36AA1" w:rsidRDefault="00A36AA1" w:rsidP="00A36AA1">
      <w:r>
        <w:t>The probability of an event occurring is between ________ and __________, inclusive. The larger the probability, the more likely it will occur. The smaller the probability the more likely it will not occur. We call events 0.05 or less unusual events.</w:t>
      </w:r>
    </w:p>
    <w:p w:rsidR="00A36AA1" w:rsidRDefault="00A36AA1" w:rsidP="00A36AA1"/>
    <w:p w:rsidR="00A36AA1" w:rsidRDefault="00A36AA1" w:rsidP="00A36AA1"/>
    <w:p w:rsidR="00A36AA1" w:rsidRDefault="00A36AA1" w:rsidP="00A36AA1"/>
    <w:p w:rsidR="00A36AA1" w:rsidRDefault="00A36AA1" w:rsidP="00A36AA1"/>
    <w:proofErr w:type="gramEnd"/>
    <w:sectPr w:rsidR="00A3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73AE5"/>
    <w:multiLevelType w:val="hybridMultilevel"/>
    <w:tmpl w:val="C27EF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24"/>
    <w:rsid w:val="00135151"/>
    <w:rsid w:val="002B7638"/>
    <w:rsid w:val="002F4C03"/>
    <w:rsid w:val="004B3237"/>
    <w:rsid w:val="00580E69"/>
    <w:rsid w:val="00842078"/>
    <w:rsid w:val="009408DF"/>
    <w:rsid w:val="00A36AA1"/>
    <w:rsid w:val="00A41032"/>
    <w:rsid w:val="00BC3D2D"/>
    <w:rsid w:val="00F1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F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F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3AE01149</Template>
  <TotalTime>0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3</cp:revision>
  <dcterms:created xsi:type="dcterms:W3CDTF">2017-02-22T22:24:00Z</dcterms:created>
  <dcterms:modified xsi:type="dcterms:W3CDTF">2017-02-22T22:44:00Z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