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F33" w:rsidRPr="00D73F33" w:rsidRDefault="00D73F33" w:rsidP="00D73F33">
      <w:pPr>
        <w:jc w:val="center"/>
        <w:rPr>
          <w:b/>
          <w:noProof/>
          <w:sz w:val="40"/>
          <w:u w:val="single"/>
        </w:rPr>
      </w:pPr>
      <w:r w:rsidRPr="00D73F33">
        <w:rPr>
          <w:b/>
          <w:noProof/>
          <w:sz w:val="40"/>
          <w:u w:val="single"/>
        </w:rPr>
        <w:t>Creating a histogram</w:t>
      </w:r>
    </w:p>
    <w:p w:rsidR="00AE66C2" w:rsidRDefault="00E42E29">
      <w:pPr>
        <w:rPr>
          <w:noProof/>
        </w:rPr>
      </w:pPr>
      <w:r>
        <w:rPr>
          <w:noProof/>
        </w:rPr>
        <w:t>The map below shows the current temperatures of the U.S. on April 6</w:t>
      </w:r>
      <w:r w:rsidRPr="00E42E29">
        <w:rPr>
          <w:noProof/>
          <w:vertAlign w:val="superscript"/>
        </w:rPr>
        <w:t>th</w:t>
      </w:r>
      <w:r>
        <w:rPr>
          <w:noProof/>
        </w:rPr>
        <w:t xml:space="preserve">, 2017. </w:t>
      </w:r>
    </w:p>
    <w:p w:rsidR="00DB5C46" w:rsidRDefault="00E42E29">
      <w:r>
        <w:rPr>
          <w:noProof/>
        </w:rPr>
        <w:drawing>
          <wp:inline distT="0" distB="0" distL="0" distR="0">
            <wp:extent cx="5943600" cy="3343275"/>
            <wp:effectExtent l="0" t="0" r="0" b="9525"/>
            <wp:docPr id="2" name="Picture 2" descr="Current U.S. Tempera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urrent U.S. Temperatu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6C2" w:rsidRDefault="00AE66C2">
      <w:r>
        <w:t xml:space="preserve">Source: </w:t>
      </w:r>
      <w:hyperlink r:id="rId7" w:history="1">
        <w:r w:rsidR="00E42E29" w:rsidRPr="00960737">
          <w:rPr>
            <w:rStyle w:val="Hyperlink"/>
          </w:rPr>
          <w:t>http://www.12news.com/weather/current-us-temperatures</w:t>
        </w:r>
      </w:hyperlink>
    </w:p>
    <w:p w:rsidR="00E42E29" w:rsidRDefault="00E42E29" w:rsidP="00A10918">
      <w:pPr>
        <w:pStyle w:val="ListParagraph"/>
        <w:numPr>
          <w:ilvl w:val="0"/>
          <w:numId w:val="2"/>
        </w:numPr>
      </w:pPr>
      <w:r>
        <w:t xml:space="preserve">Create a </w:t>
      </w:r>
      <w:r w:rsidR="00631713">
        <w:t>frequency distribution table</w:t>
      </w:r>
      <w:r>
        <w:t xml:space="preserve"> of the current map abo</w:t>
      </w:r>
      <w:r w:rsidR="00631713">
        <w:t xml:space="preserve">ve starting with the </w:t>
      </w:r>
      <w:r w:rsidR="00A10918">
        <w:t xml:space="preserve">         </w:t>
      </w:r>
      <w:r w:rsidR="00631713">
        <w:t>class 39-48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36"/>
        <w:gridCol w:w="2970"/>
        <w:gridCol w:w="1620"/>
      </w:tblGrid>
      <w:tr w:rsidR="00631713" w:rsidTr="00D73F33">
        <w:trPr>
          <w:jc w:val="center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  <w:r>
              <w:t>Temperatures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  <w:r>
              <w:t>Tally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  <w:r>
              <w:t>Frequency</w:t>
            </w:r>
          </w:p>
        </w:tc>
      </w:tr>
      <w:tr w:rsidR="00631713" w:rsidTr="00D73F33">
        <w:trPr>
          <w:jc w:val="center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  <w:r>
              <w:t>39-48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</w:tr>
      <w:tr w:rsidR="00631713" w:rsidTr="00D73F33">
        <w:trPr>
          <w:jc w:val="center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</w:tr>
      <w:tr w:rsidR="00631713" w:rsidTr="00D73F33">
        <w:trPr>
          <w:jc w:val="center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</w:tr>
      <w:tr w:rsidR="00631713" w:rsidTr="00D73F33">
        <w:trPr>
          <w:jc w:val="center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</w:tr>
      <w:tr w:rsidR="00631713" w:rsidTr="00D73F33">
        <w:trPr>
          <w:jc w:val="center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31713" w:rsidRDefault="00631713" w:rsidP="00631713">
            <w:pPr>
              <w:jc w:val="center"/>
            </w:pPr>
          </w:p>
        </w:tc>
      </w:tr>
    </w:tbl>
    <w:p w:rsidR="00E42E29" w:rsidRDefault="00E42E29">
      <w:bookmarkStart w:id="0" w:name="_GoBack"/>
      <w:bookmarkEnd w:id="0"/>
    </w:p>
    <w:p w:rsidR="00D73F33" w:rsidRDefault="00D73F33"/>
    <w:p w:rsidR="00631713" w:rsidRPr="00A10918" w:rsidRDefault="00631713" w:rsidP="00A10918">
      <w:pPr>
        <w:pStyle w:val="ListParagraph"/>
        <w:numPr>
          <w:ilvl w:val="0"/>
          <w:numId w:val="2"/>
        </w:numPr>
      </w:pPr>
      <w:r>
        <w:t>How many cities are on the map?</w:t>
      </w:r>
      <w:r w:rsidR="00A10918">
        <w:t xml:space="preserve"> </w:t>
      </w:r>
    </w:p>
    <w:p w:rsidR="00A10918" w:rsidRDefault="00A10918" w:rsidP="00A10918">
      <w:pPr>
        <w:pStyle w:val="ListParagraph"/>
      </w:pPr>
    </w:p>
    <w:p w:rsidR="00631713" w:rsidRPr="00A10918" w:rsidRDefault="00631713" w:rsidP="00A10918">
      <w:pPr>
        <w:pStyle w:val="ListParagraph"/>
        <w:numPr>
          <w:ilvl w:val="0"/>
          <w:numId w:val="2"/>
        </w:numPr>
      </w:pPr>
      <w:r>
        <w:t>Which group of temperatures had the highest frequency?</w:t>
      </w:r>
      <w:r w:rsidR="00A10918">
        <w:t xml:space="preserve"> </w:t>
      </w:r>
    </w:p>
    <w:p w:rsidR="00A10918" w:rsidRDefault="00A10918" w:rsidP="00A10918">
      <w:pPr>
        <w:pStyle w:val="ListParagraph"/>
      </w:pPr>
    </w:p>
    <w:p w:rsidR="00A10918" w:rsidRDefault="00A10918" w:rsidP="00A10918">
      <w:pPr>
        <w:pStyle w:val="ListParagraph"/>
      </w:pPr>
    </w:p>
    <w:p w:rsidR="00051998" w:rsidRPr="00051998" w:rsidRDefault="00631713" w:rsidP="00051998">
      <w:pPr>
        <w:pStyle w:val="ListParagraph"/>
        <w:numPr>
          <w:ilvl w:val="0"/>
          <w:numId w:val="2"/>
        </w:numPr>
      </w:pPr>
      <w:r>
        <w:t>Which group of temperatures had the lowest frequency?</w:t>
      </w:r>
      <w:r w:rsidR="00A10918">
        <w:t xml:space="preserve"> </w:t>
      </w:r>
    </w:p>
    <w:p w:rsidR="00051998" w:rsidRDefault="00051998" w:rsidP="00051998">
      <w:pPr>
        <w:pStyle w:val="ListParagraph"/>
      </w:pPr>
    </w:p>
    <w:p w:rsidR="00631713" w:rsidRPr="00A10918" w:rsidRDefault="00631713" w:rsidP="00A10918">
      <w:pPr>
        <w:pStyle w:val="ListParagraph"/>
        <w:numPr>
          <w:ilvl w:val="0"/>
          <w:numId w:val="2"/>
        </w:numPr>
      </w:pPr>
      <w:r>
        <w:t>Which city had the highest temperature?</w:t>
      </w:r>
      <w:r w:rsidR="00A10918">
        <w:t xml:space="preserve"> </w:t>
      </w:r>
    </w:p>
    <w:p w:rsidR="00A10918" w:rsidRDefault="00A10918" w:rsidP="00A10918">
      <w:pPr>
        <w:pStyle w:val="ListParagraph"/>
      </w:pPr>
    </w:p>
    <w:p w:rsidR="00A10918" w:rsidRDefault="00631713" w:rsidP="00051998">
      <w:pPr>
        <w:pStyle w:val="ListParagraph"/>
        <w:numPr>
          <w:ilvl w:val="0"/>
          <w:numId w:val="2"/>
        </w:numPr>
      </w:pPr>
      <w:r>
        <w:t>Which city had the lowest temperature?</w:t>
      </w:r>
      <w:r w:rsidR="00A10918">
        <w:t xml:space="preserve"> </w:t>
      </w:r>
    </w:p>
    <w:p w:rsidR="00A10918" w:rsidRDefault="00A10918" w:rsidP="00A10918">
      <w:pPr>
        <w:pStyle w:val="ListParagraph"/>
      </w:pPr>
    </w:p>
    <w:p w:rsidR="00A10918" w:rsidRDefault="00A10918" w:rsidP="00A10918">
      <w:pPr>
        <w:pStyle w:val="ListParagraph"/>
        <w:numPr>
          <w:ilvl w:val="0"/>
          <w:numId w:val="2"/>
        </w:numPr>
      </w:pPr>
      <w:r>
        <w:t>A histogram is a graph that helps organize and display patterns in data.</w:t>
      </w:r>
    </w:p>
    <w:p w:rsidR="00631713" w:rsidRDefault="00631713" w:rsidP="00A10918">
      <w:pPr>
        <w:pStyle w:val="ListParagraph"/>
      </w:pPr>
      <w:r>
        <w:t>Create a histogram from the frequency distribution table you created.</w:t>
      </w:r>
    </w:p>
    <w:p w:rsidR="00A10918" w:rsidRDefault="00A10918" w:rsidP="00A10918">
      <w:pPr>
        <w:pStyle w:val="ListParagraph"/>
      </w:pPr>
    </w:p>
    <w:p w:rsidR="00631713" w:rsidRDefault="00631713" w:rsidP="00A10918">
      <w:pPr>
        <w:pStyle w:val="ListParagraph"/>
      </w:pPr>
    </w:p>
    <w:sectPr w:rsidR="00631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1BC6"/>
    <w:multiLevelType w:val="hybridMultilevel"/>
    <w:tmpl w:val="D234A8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C5428"/>
    <w:multiLevelType w:val="hybridMultilevel"/>
    <w:tmpl w:val="2B8ADC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C2"/>
    <w:rsid w:val="0000062C"/>
    <w:rsid w:val="00051998"/>
    <w:rsid w:val="00056ECD"/>
    <w:rsid w:val="00135151"/>
    <w:rsid w:val="002E4918"/>
    <w:rsid w:val="002F4C03"/>
    <w:rsid w:val="004B3237"/>
    <w:rsid w:val="00580E69"/>
    <w:rsid w:val="00631713"/>
    <w:rsid w:val="00842078"/>
    <w:rsid w:val="009408DF"/>
    <w:rsid w:val="00A10918"/>
    <w:rsid w:val="00AE66C2"/>
    <w:rsid w:val="00D73F33"/>
    <w:rsid w:val="00E4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6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2E2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42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17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6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2E2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42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1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12news.com/weather/current-us-temperatur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D81551F1</Template>
  <TotalTime>2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E Nicoloff</cp:lastModifiedBy>
  <cp:revision>3</cp:revision>
  <cp:lastPrinted>2017-04-06T20:10:00Z</cp:lastPrinted>
  <dcterms:created xsi:type="dcterms:W3CDTF">2017-04-06T20:47:00Z</dcterms:created>
  <dcterms:modified xsi:type="dcterms:W3CDTF">2017-04-06T20:49:00Z</dcterms:modified>
</cp:coreProperties>
</file>