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000" w:rsidRPr="00923000" w:rsidRDefault="00923000" w:rsidP="00923000">
      <w:pPr>
        <w:jc w:val="center"/>
        <w:rPr>
          <w:noProof/>
          <w:sz w:val="44"/>
          <w:u w:val="single"/>
        </w:rPr>
      </w:pPr>
      <w:r w:rsidRPr="00923000">
        <w:rPr>
          <w:noProof/>
          <w:sz w:val="44"/>
          <w:u w:val="single"/>
        </w:rPr>
        <w:t>Area</w:t>
      </w:r>
    </w:p>
    <w:p w:rsidR="00923000" w:rsidRDefault="00923000">
      <w:pPr>
        <w:rPr>
          <w:noProof/>
        </w:rPr>
      </w:pPr>
      <w:r>
        <w:rPr>
          <w:noProof/>
        </w:rPr>
        <w:t xml:space="preserve">Below is the floor plan for the Smith’s house. </w:t>
      </w:r>
    </w:p>
    <w:p w:rsidR="00923000" w:rsidRDefault="007465F8" w:rsidP="00923000">
      <w:pPr>
        <w:jc w:val="center"/>
      </w:pPr>
      <w:r>
        <w:rPr>
          <w:noProof/>
        </w:rPr>
        <w:drawing>
          <wp:inline distT="0" distB="0" distL="0" distR="0">
            <wp:extent cx="3733800" cy="1962150"/>
            <wp:effectExtent l="0" t="0" r="0" b="0"/>
            <wp:docPr id="1" name="Picture 1" descr="This sketch shows the floor plan of a hous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is sketch shows the floor plan of a house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5F8" w:rsidRDefault="007465F8">
      <w:r>
        <w:t xml:space="preserve">Image retrieved from: </w:t>
      </w:r>
      <w:r w:rsidR="00923000" w:rsidRPr="00923000">
        <w:t>http://moodle2.rockyview.ab.ca/mod/book/tool/print/index.php?id=51521&amp;chapterid=23802</w:t>
      </w:r>
    </w:p>
    <w:p w:rsidR="00923000" w:rsidRDefault="00923000" w:rsidP="00923000">
      <w:pPr>
        <w:pStyle w:val="ListParagraph"/>
      </w:pPr>
    </w:p>
    <w:p w:rsidR="00923000" w:rsidRDefault="00923000" w:rsidP="00923000">
      <w:pPr>
        <w:pStyle w:val="ListParagraph"/>
        <w:numPr>
          <w:ilvl w:val="0"/>
          <w:numId w:val="1"/>
        </w:numPr>
      </w:pPr>
      <w:r>
        <w:t>Find the area of the bedrooms.</w:t>
      </w:r>
    </w:p>
    <w:p w:rsidR="00923000" w:rsidRDefault="00923000" w:rsidP="00923000"/>
    <w:p w:rsidR="00923000" w:rsidRDefault="00923000" w:rsidP="00923000"/>
    <w:p w:rsidR="00923000" w:rsidRDefault="00923000" w:rsidP="00923000"/>
    <w:p w:rsidR="00923000" w:rsidRDefault="00923000" w:rsidP="00923000"/>
    <w:p w:rsidR="00923000" w:rsidRDefault="00923000" w:rsidP="00923000"/>
    <w:p w:rsidR="00923000" w:rsidRDefault="00923000" w:rsidP="00923000">
      <w:pPr>
        <w:pStyle w:val="ListParagraph"/>
        <w:numPr>
          <w:ilvl w:val="0"/>
          <w:numId w:val="1"/>
        </w:numPr>
      </w:pPr>
      <w:r>
        <w:t xml:space="preserve">Find the area of rest of the house (Living room, Dining room, Hallway, Bathroom, Laundry, and Kitchen). </w:t>
      </w:r>
    </w:p>
    <w:p w:rsidR="00923000" w:rsidRDefault="00923000" w:rsidP="00923000"/>
    <w:p w:rsidR="00923000" w:rsidRDefault="00923000" w:rsidP="00923000"/>
    <w:p w:rsidR="00923000" w:rsidRDefault="00923000" w:rsidP="00923000"/>
    <w:p w:rsidR="00923000" w:rsidRDefault="00923000" w:rsidP="00923000"/>
    <w:p w:rsidR="00B86DC5" w:rsidRDefault="00B86DC5" w:rsidP="00923000">
      <w:bookmarkStart w:id="0" w:name="_GoBack"/>
      <w:bookmarkEnd w:id="0"/>
    </w:p>
    <w:p w:rsidR="00923000" w:rsidRDefault="00923000" w:rsidP="00923000"/>
    <w:p w:rsidR="00923000" w:rsidRDefault="00923000" w:rsidP="00923000">
      <w:pPr>
        <w:pStyle w:val="ListParagraph"/>
        <w:numPr>
          <w:ilvl w:val="0"/>
          <w:numId w:val="1"/>
        </w:numPr>
      </w:pPr>
      <w:r>
        <w:t xml:space="preserve">What is the total area of the Smith’s </w:t>
      </w:r>
      <w:proofErr w:type="gramStart"/>
      <w:r>
        <w:t>house.</w:t>
      </w:r>
      <w:proofErr w:type="gramEnd"/>
    </w:p>
    <w:p w:rsidR="00923000" w:rsidRDefault="00923000"/>
    <w:p w:rsidR="00923000" w:rsidRDefault="00923000"/>
    <w:p w:rsidR="00923000" w:rsidRDefault="00923000">
      <w:pPr>
        <w:rPr>
          <w:noProof/>
        </w:rPr>
      </w:pPr>
      <w:r>
        <w:rPr>
          <w:noProof/>
        </w:rPr>
        <w:lastRenderedPageBreak/>
        <w:t>The Smith’s are planning to recarpet the 2 bedrooms and install tile throughout the rest of the house.</w:t>
      </w:r>
    </w:p>
    <w:p w:rsidR="00923000" w:rsidRDefault="00923000" w:rsidP="00923000">
      <w:pPr>
        <w:pStyle w:val="ListParagraph"/>
        <w:numPr>
          <w:ilvl w:val="0"/>
          <w:numId w:val="1"/>
        </w:numPr>
      </w:pPr>
      <w:r>
        <w:t>The Smith’s found carpet that costs $3.40 per square foot. How much would it cost to install new carpet into the bedrooms?</w:t>
      </w:r>
    </w:p>
    <w:p w:rsidR="00923000" w:rsidRDefault="00923000" w:rsidP="00923000"/>
    <w:p w:rsidR="00923000" w:rsidRDefault="00923000" w:rsidP="00923000"/>
    <w:p w:rsidR="00923000" w:rsidRDefault="00923000" w:rsidP="00923000"/>
    <w:p w:rsidR="00923000" w:rsidRDefault="00923000" w:rsidP="00923000"/>
    <w:p w:rsidR="00923000" w:rsidRDefault="00923000" w:rsidP="00923000"/>
    <w:p w:rsidR="00923000" w:rsidRDefault="00923000" w:rsidP="00923000"/>
    <w:p w:rsidR="00923000" w:rsidRDefault="00923000" w:rsidP="00923000">
      <w:pPr>
        <w:pStyle w:val="ListParagraph"/>
        <w:numPr>
          <w:ilvl w:val="0"/>
          <w:numId w:val="1"/>
        </w:numPr>
      </w:pPr>
      <w:r>
        <w:t>The Smith’s found tile that costs $2.09 per square foot. How much would it cost to install new tile throughout the rest of the house?</w:t>
      </w:r>
    </w:p>
    <w:p w:rsidR="00923000" w:rsidRDefault="00923000" w:rsidP="00923000"/>
    <w:p w:rsidR="00923000" w:rsidRDefault="00923000" w:rsidP="00923000"/>
    <w:p w:rsidR="00923000" w:rsidRDefault="00923000" w:rsidP="00923000"/>
    <w:p w:rsidR="00923000" w:rsidRDefault="00923000" w:rsidP="00923000"/>
    <w:p w:rsidR="00923000" w:rsidRDefault="00923000" w:rsidP="00923000"/>
    <w:p w:rsidR="00923000" w:rsidRDefault="00923000" w:rsidP="00923000"/>
    <w:p w:rsidR="00923000" w:rsidRDefault="00923000" w:rsidP="00923000">
      <w:pPr>
        <w:pStyle w:val="ListParagraph"/>
        <w:numPr>
          <w:ilvl w:val="0"/>
          <w:numId w:val="1"/>
        </w:numPr>
      </w:pPr>
      <w:r>
        <w:t>What would be the total cost of the tile and carpet for the Smith’s house?</w:t>
      </w:r>
    </w:p>
    <w:p w:rsidR="00923000" w:rsidRDefault="00923000"/>
    <w:sectPr w:rsidR="00923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0D22DF"/>
    <w:multiLevelType w:val="hybridMultilevel"/>
    <w:tmpl w:val="50CE6A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F8"/>
    <w:rsid w:val="00135151"/>
    <w:rsid w:val="002F4C03"/>
    <w:rsid w:val="004B3237"/>
    <w:rsid w:val="00580E69"/>
    <w:rsid w:val="007465F8"/>
    <w:rsid w:val="00842078"/>
    <w:rsid w:val="00923000"/>
    <w:rsid w:val="009408DF"/>
    <w:rsid w:val="00B8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3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00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2300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230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3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00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2300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23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EC5020B9</Template>
  <TotalTime>0</TotalTime>
  <Pages>2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Glendale Community College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Nicoloff,Ashley E.</dc:creator>
  <cp:lastModifiedBy>Ashley E Nicoloff</cp:lastModifiedBy>
  <cp:revision>2</cp:revision>
  <cp:lastPrinted>2017-04-20T00:51:00Z</cp:lastPrinted>
  <dcterms:created xsi:type="dcterms:W3CDTF">2017-04-20T01:03:00Z</dcterms:created>
  <dcterms:modified xsi:type="dcterms:W3CDTF">2017-04-20T01:03:00Z</dcterms:modified>
</cp:coreProperties>
</file>